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Default="00E82922" w:rsidP="00E82922">
      <w:pPr>
        <w:jc w:val="center"/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E82922"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Pizza Party</w:t>
      </w:r>
    </w:p>
    <w:p w:rsidR="00E82922" w:rsidRDefault="00E82922" w:rsidP="00E82922">
      <w:pPr>
        <w:jc w:val="center"/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</w:p>
    <w:p w:rsidR="00E82922" w:rsidRDefault="00E82922" w:rsidP="00E82922">
      <w:pPr>
        <w:jc w:val="center"/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947BEB" wp14:editId="3A62C6F4">
                <wp:simplePos x="0" y="0"/>
                <wp:positionH relativeFrom="column">
                  <wp:posOffset>-223520</wp:posOffset>
                </wp:positionH>
                <wp:positionV relativeFrom="paragraph">
                  <wp:posOffset>668020</wp:posOffset>
                </wp:positionV>
                <wp:extent cx="6143625" cy="5724525"/>
                <wp:effectExtent l="0" t="0" r="28575" b="28575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3625" cy="572452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" o:spid="_x0000_s1026" style="position:absolute;margin-left:-17.6pt;margin-top:52.6pt;width:483.75pt;height:45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" filled="f" strokecolor="#243f60 [1604]" strokeweight="2pt"/>
            </w:pict>
          </mc:Fallback>
        </mc:AlternateContent>
      </w:r>
    </w:p>
    <w:p w:rsidR="00E82922" w:rsidRPr="00E82922" w:rsidRDefault="00E82922" w:rsidP="00E82922">
      <w:pPr>
        <w:jc w:val="center"/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sectPr w:rsidR="00E82922" w:rsidRPr="00E829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922"/>
    <w:rsid w:val="0013656C"/>
    <w:rsid w:val="0038516C"/>
    <w:rsid w:val="006B3802"/>
    <w:rsid w:val="00B65436"/>
    <w:rsid w:val="00BF49C4"/>
    <w:rsid w:val="00C90A44"/>
    <w:rsid w:val="00E82922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14F28-4733-4B0D-9714-A2F24FC94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5BDDFAF5.dotm</Template>
  <TotalTime>3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Safarov Tim (DCS)</dc:creator>
  <cp:lastModifiedBy>Safarov Tim (DCS)</cp:lastModifiedBy>
  <cp:revision>1</cp:revision>
  <dcterms:created xsi:type="dcterms:W3CDTF">2019-07-11T08:42:00Z</dcterms:created>
  <dcterms:modified xsi:type="dcterms:W3CDTF">2019-07-11T08:45:00Z</dcterms:modified>
</cp:coreProperties>
</file>